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ED3E1" w14:textId="478C90D2" w:rsidR="00072D6C" w:rsidRPr="00414BAC" w:rsidRDefault="00C62DF9" w:rsidP="00E00FD3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GC0148</w:t>
      </w:r>
      <w:r w:rsidR="00223C72" w:rsidRPr="00223C72">
        <w:rPr>
          <w:rFonts w:ascii="Arial" w:hAnsi="Arial" w:cs="Arial"/>
          <w:b/>
          <w:bCs/>
          <w:sz w:val="24"/>
          <w:szCs w:val="24"/>
          <w:u w:val="single"/>
        </w:rPr>
        <w:t>:</w:t>
      </w:r>
      <w:r w:rsidR="00223C72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223C72" w:rsidRPr="00223C72">
        <w:rPr>
          <w:rFonts w:ascii="Arial" w:hAnsi="Arial" w:cs="Arial"/>
          <w:b/>
          <w:bCs/>
          <w:sz w:val="24"/>
          <w:szCs w:val="24"/>
          <w:u w:val="single"/>
        </w:rPr>
        <w:t>Implementation of EU Emergency and Restoration Code Phase II</w:t>
      </w:r>
      <w:r w:rsidR="00B84A6B" w:rsidRPr="00414BAC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EC029F" w:rsidRPr="00414BAC">
        <w:rPr>
          <w:rFonts w:ascii="Arial" w:hAnsi="Arial" w:cs="Arial"/>
          <w:b/>
          <w:bCs/>
          <w:sz w:val="24"/>
          <w:szCs w:val="24"/>
          <w:u w:val="single"/>
        </w:rPr>
        <w:t>– Addressing the Ofgem Send-Back</w:t>
      </w:r>
    </w:p>
    <w:p w14:paraId="0BE32B2B" w14:textId="4431DA32" w:rsidR="000A07C2" w:rsidRPr="00414BAC" w:rsidRDefault="000A07C2" w:rsidP="00E00FD3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414BAC">
        <w:rPr>
          <w:rFonts w:ascii="Arial" w:hAnsi="Arial" w:cs="Arial"/>
          <w:b/>
          <w:bCs/>
          <w:sz w:val="24"/>
          <w:szCs w:val="24"/>
          <w:u w:val="single"/>
        </w:rPr>
        <w:t>Wh</w:t>
      </w:r>
      <w:r w:rsidR="00834A4C" w:rsidRPr="00414BAC">
        <w:rPr>
          <w:rFonts w:ascii="Arial" w:hAnsi="Arial" w:cs="Arial"/>
          <w:b/>
          <w:bCs/>
          <w:sz w:val="24"/>
          <w:szCs w:val="24"/>
          <w:u w:val="single"/>
        </w:rPr>
        <w:t xml:space="preserve">y did Ofgem send-back </w:t>
      </w:r>
      <w:r w:rsidR="00223C72">
        <w:rPr>
          <w:rFonts w:ascii="Arial" w:hAnsi="Arial" w:cs="Arial"/>
          <w:b/>
          <w:bCs/>
          <w:sz w:val="24"/>
          <w:szCs w:val="24"/>
          <w:u w:val="single"/>
        </w:rPr>
        <w:t>GC0148</w:t>
      </w:r>
      <w:r w:rsidR="00C67A85">
        <w:rPr>
          <w:rFonts w:ascii="Arial" w:hAnsi="Arial" w:cs="Arial"/>
          <w:b/>
          <w:bCs/>
          <w:sz w:val="24"/>
          <w:szCs w:val="24"/>
          <w:u w:val="single"/>
        </w:rPr>
        <w:t>?</w:t>
      </w:r>
    </w:p>
    <w:p w14:paraId="24FBCE97" w14:textId="58A20988" w:rsidR="00EC029F" w:rsidRPr="00414BAC" w:rsidRDefault="00EC029F" w:rsidP="00776F53">
      <w:pPr>
        <w:jc w:val="both"/>
        <w:rPr>
          <w:rFonts w:ascii="Arial" w:hAnsi="Arial" w:cs="Arial"/>
          <w:sz w:val="24"/>
          <w:szCs w:val="24"/>
        </w:rPr>
      </w:pPr>
      <w:r w:rsidRPr="00414BAC">
        <w:rPr>
          <w:rFonts w:ascii="Arial" w:hAnsi="Arial" w:cs="Arial"/>
          <w:sz w:val="24"/>
          <w:szCs w:val="24"/>
        </w:rPr>
        <w:t xml:space="preserve">On </w:t>
      </w:r>
      <w:r w:rsidR="00223C72" w:rsidRPr="002D728C">
        <w:rPr>
          <w:rFonts w:ascii="Arial" w:hAnsi="Arial" w:cs="Arial"/>
          <w:sz w:val="24"/>
          <w:szCs w:val="24"/>
        </w:rPr>
        <w:t>24 January 2023</w:t>
      </w:r>
      <w:r w:rsidRPr="002D728C">
        <w:rPr>
          <w:rFonts w:ascii="Arial" w:hAnsi="Arial" w:cs="Arial"/>
          <w:sz w:val="24"/>
          <w:szCs w:val="24"/>
        </w:rPr>
        <w:t>,</w:t>
      </w:r>
      <w:r w:rsidRPr="00414BAC">
        <w:rPr>
          <w:rFonts w:ascii="Arial" w:hAnsi="Arial" w:cs="Arial"/>
          <w:sz w:val="24"/>
          <w:szCs w:val="24"/>
        </w:rPr>
        <w:t xml:space="preserve"> Ofgem sent back </w:t>
      </w:r>
      <w:r w:rsidR="00223C72">
        <w:rPr>
          <w:rFonts w:ascii="Arial" w:hAnsi="Arial" w:cs="Arial"/>
          <w:sz w:val="24"/>
          <w:szCs w:val="24"/>
        </w:rPr>
        <w:t>GC0148</w:t>
      </w:r>
      <w:r w:rsidRPr="00414BAC">
        <w:rPr>
          <w:rFonts w:ascii="Arial" w:hAnsi="Arial" w:cs="Arial"/>
          <w:sz w:val="24"/>
          <w:szCs w:val="24"/>
        </w:rPr>
        <w:t xml:space="preserve"> </w:t>
      </w:r>
      <w:r w:rsidR="00B06464" w:rsidRPr="00414BAC">
        <w:rPr>
          <w:rFonts w:ascii="Arial" w:hAnsi="Arial" w:cs="Arial"/>
          <w:sz w:val="24"/>
          <w:szCs w:val="24"/>
        </w:rPr>
        <w:t>and noted the following</w:t>
      </w:r>
      <w:r w:rsidR="0093310C" w:rsidRPr="00414BAC">
        <w:rPr>
          <w:rFonts w:ascii="Arial" w:hAnsi="Arial" w:cs="Arial"/>
          <w:sz w:val="24"/>
          <w:szCs w:val="24"/>
        </w:rPr>
        <w:t>:</w:t>
      </w:r>
    </w:p>
    <w:p w14:paraId="6B3132A5" w14:textId="77777777" w:rsidR="00B06464" w:rsidRPr="00414BAC" w:rsidRDefault="00B06464" w:rsidP="00776F53">
      <w:pPr>
        <w:pStyle w:val="ListParagraph"/>
        <w:numPr>
          <w:ilvl w:val="0"/>
          <w:numId w:val="9"/>
        </w:numPr>
        <w:spacing w:line="259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414BAC">
        <w:rPr>
          <w:rFonts w:ascii="Arial" w:hAnsi="Arial" w:cs="Arial"/>
          <w:b/>
          <w:bCs/>
          <w:sz w:val="24"/>
          <w:szCs w:val="24"/>
          <w:u w:val="single"/>
        </w:rPr>
        <w:t>Deficiencies of Final Modification Report</w:t>
      </w:r>
    </w:p>
    <w:p w14:paraId="3A6FA8FE" w14:textId="77777777" w:rsidR="003C2209" w:rsidRPr="00D449A1" w:rsidRDefault="00D70ED9" w:rsidP="00776F53">
      <w:pPr>
        <w:pStyle w:val="ListParagraph"/>
        <w:numPr>
          <w:ilvl w:val="1"/>
          <w:numId w:val="9"/>
        </w:numPr>
        <w:spacing w:line="259" w:lineRule="auto"/>
        <w:jc w:val="both"/>
        <w:rPr>
          <w:rFonts w:ascii="Arial" w:hAnsi="Arial" w:cs="Arial"/>
          <w:sz w:val="24"/>
          <w:szCs w:val="24"/>
        </w:rPr>
      </w:pPr>
      <w:r w:rsidRPr="00D449A1">
        <w:rPr>
          <w:rFonts w:ascii="Arial" w:hAnsi="Arial" w:cs="Arial"/>
          <w:sz w:val="24"/>
          <w:szCs w:val="24"/>
        </w:rPr>
        <w:t xml:space="preserve">Information received after FMR submission </w:t>
      </w:r>
      <w:r w:rsidR="00B52B76" w:rsidRPr="00D449A1">
        <w:rPr>
          <w:rFonts w:ascii="Arial" w:hAnsi="Arial" w:cs="Arial"/>
          <w:sz w:val="24"/>
          <w:szCs w:val="24"/>
        </w:rPr>
        <w:t>that aggregators may not be able to satisfy some of the requirements placed on them by the Proposal.</w:t>
      </w:r>
    </w:p>
    <w:p w14:paraId="7F13F840" w14:textId="7AC88D7F" w:rsidR="00B52B76" w:rsidRPr="00D449A1" w:rsidRDefault="003C2209" w:rsidP="00306DB1">
      <w:pPr>
        <w:pStyle w:val="ListParagraph"/>
        <w:numPr>
          <w:ilvl w:val="1"/>
          <w:numId w:val="9"/>
        </w:numPr>
        <w:spacing w:line="259" w:lineRule="auto"/>
        <w:jc w:val="both"/>
        <w:rPr>
          <w:rFonts w:ascii="Arial" w:hAnsi="Arial" w:cs="Arial"/>
          <w:sz w:val="24"/>
          <w:szCs w:val="24"/>
        </w:rPr>
      </w:pPr>
      <w:r w:rsidRPr="00D449A1">
        <w:rPr>
          <w:rFonts w:ascii="Arial" w:hAnsi="Arial" w:cs="Arial"/>
          <w:sz w:val="24"/>
          <w:szCs w:val="24"/>
        </w:rPr>
        <w:t>If t</w:t>
      </w:r>
      <w:r w:rsidR="00B52B76" w:rsidRPr="00D449A1">
        <w:rPr>
          <w:rFonts w:ascii="Arial" w:hAnsi="Arial" w:cs="Arial"/>
          <w:sz w:val="24"/>
          <w:szCs w:val="24"/>
        </w:rPr>
        <w:t>he Proposal was approved in its current form it is likely that aggregators would be in breach of their obligations under the Grid Code</w:t>
      </w:r>
      <w:r w:rsidR="00D449A1" w:rsidRPr="00D449A1">
        <w:rPr>
          <w:rFonts w:ascii="Arial" w:hAnsi="Arial" w:cs="Arial"/>
          <w:sz w:val="24"/>
          <w:szCs w:val="24"/>
        </w:rPr>
        <w:t>.</w:t>
      </w:r>
    </w:p>
    <w:p w14:paraId="5AA2748D" w14:textId="77777777" w:rsidR="00B06464" w:rsidRPr="006E1E97" w:rsidRDefault="00B06464" w:rsidP="00776F53">
      <w:pPr>
        <w:pStyle w:val="ListParagraph"/>
        <w:spacing w:line="259" w:lineRule="auto"/>
        <w:ind w:left="1440"/>
        <w:jc w:val="both"/>
        <w:rPr>
          <w:rFonts w:ascii="Arial" w:hAnsi="Arial" w:cs="Arial"/>
          <w:sz w:val="24"/>
          <w:szCs w:val="24"/>
        </w:rPr>
      </w:pPr>
    </w:p>
    <w:p w14:paraId="255E1DA4" w14:textId="77777777" w:rsidR="00B06464" w:rsidRPr="006E1E97" w:rsidRDefault="00B06464" w:rsidP="00776F53">
      <w:pPr>
        <w:pStyle w:val="ListParagraph"/>
        <w:numPr>
          <w:ilvl w:val="0"/>
          <w:numId w:val="9"/>
        </w:numPr>
        <w:spacing w:line="259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E1E97">
        <w:rPr>
          <w:rFonts w:ascii="Arial" w:hAnsi="Arial" w:cs="Arial"/>
          <w:b/>
          <w:bCs/>
          <w:sz w:val="24"/>
          <w:szCs w:val="24"/>
        </w:rPr>
        <w:t>Ofgem’s Expectations</w:t>
      </w:r>
    </w:p>
    <w:p w14:paraId="26A3DCF2" w14:textId="3BBBC9A7" w:rsidR="00B0454B" w:rsidRPr="00872C8E" w:rsidRDefault="008E3C30" w:rsidP="00B0454B">
      <w:pPr>
        <w:pStyle w:val="ListParagraph"/>
        <w:numPr>
          <w:ilvl w:val="1"/>
          <w:numId w:val="9"/>
        </w:numPr>
        <w:spacing w:line="259" w:lineRule="auto"/>
        <w:jc w:val="both"/>
        <w:rPr>
          <w:rFonts w:ascii="Arial" w:hAnsi="Arial" w:cs="Arial"/>
          <w:sz w:val="24"/>
          <w:szCs w:val="24"/>
        </w:rPr>
      </w:pPr>
      <w:r w:rsidRPr="00872C8E">
        <w:rPr>
          <w:rFonts w:ascii="Arial" w:hAnsi="Arial" w:cs="Arial"/>
          <w:sz w:val="24"/>
          <w:szCs w:val="24"/>
        </w:rPr>
        <w:t>Updates to the legal text need to enable all relevant parties to comply with the new provisions</w:t>
      </w:r>
      <w:r w:rsidR="00872C8E">
        <w:rPr>
          <w:rFonts w:ascii="Arial" w:hAnsi="Arial" w:cs="Arial"/>
          <w:sz w:val="24"/>
          <w:szCs w:val="24"/>
        </w:rPr>
        <w:t>.</w:t>
      </w:r>
    </w:p>
    <w:p w14:paraId="32EDFDC6" w14:textId="12A89007" w:rsidR="008E3C30" w:rsidRPr="00872C8E" w:rsidRDefault="00872C8E" w:rsidP="00B0454B">
      <w:pPr>
        <w:pStyle w:val="ListParagraph"/>
        <w:numPr>
          <w:ilvl w:val="1"/>
          <w:numId w:val="9"/>
        </w:numPr>
        <w:spacing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8E3C30" w:rsidRPr="00872C8E">
        <w:rPr>
          <w:rFonts w:ascii="Arial" w:hAnsi="Arial" w:cs="Arial"/>
          <w:sz w:val="24"/>
          <w:szCs w:val="24"/>
        </w:rPr>
        <w:t>hanges need only be made to the sections of legal text in the Proposal which were updated in order to comply with Article 42 of the NCER.</w:t>
      </w:r>
    </w:p>
    <w:p w14:paraId="775FE483" w14:textId="77777777" w:rsidR="00B06464" w:rsidRPr="00414BAC" w:rsidRDefault="00B06464" w:rsidP="00776F53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4CE6310" w14:textId="5632E94F" w:rsidR="00834A4C" w:rsidRPr="00414BAC" w:rsidRDefault="00834A4C" w:rsidP="00776F53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414BAC">
        <w:rPr>
          <w:rFonts w:ascii="Arial" w:hAnsi="Arial" w:cs="Arial"/>
          <w:b/>
          <w:bCs/>
          <w:sz w:val="24"/>
          <w:szCs w:val="24"/>
          <w:u w:val="single"/>
        </w:rPr>
        <w:t xml:space="preserve">What approach was agreed at </w:t>
      </w:r>
      <w:r w:rsidR="00B0454B" w:rsidRPr="00DC3176">
        <w:rPr>
          <w:rFonts w:ascii="Arial" w:hAnsi="Arial" w:cs="Arial"/>
          <w:b/>
          <w:bCs/>
          <w:sz w:val="24"/>
          <w:szCs w:val="24"/>
          <w:u w:val="single"/>
        </w:rPr>
        <w:t>Grid Code</w:t>
      </w:r>
      <w:r w:rsidRPr="00414BAC">
        <w:rPr>
          <w:rFonts w:ascii="Arial" w:hAnsi="Arial" w:cs="Arial"/>
          <w:b/>
          <w:bCs/>
          <w:sz w:val="24"/>
          <w:szCs w:val="24"/>
          <w:u w:val="single"/>
        </w:rPr>
        <w:t xml:space="preserve"> Panel to address this</w:t>
      </w:r>
      <w:r w:rsidR="00693246">
        <w:rPr>
          <w:rFonts w:ascii="Arial" w:hAnsi="Arial" w:cs="Arial"/>
          <w:b/>
          <w:bCs/>
          <w:sz w:val="24"/>
          <w:szCs w:val="24"/>
          <w:u w:val="single"/>
        </w:rPr>
        <w:t>?</w:t>
      </w:r>
    </w:p>
    <w:p w14:paraId="6CBB1ED2" w14:textId="5E6E9B7D" w:rsidR="00EC029F" w:rsidRPr="00414BAC" w:rsidRDefault="00B0454B" w:rsidP="00776F53">
      <w:pPr>
        <w:jc w:val="both"/>
        <w:rPr>
          <w:rFonts w:ascii="Arial" w:hAnsi="Arial" w:cs="Arial"/>
          <w:sz w:val="24"/>
          <w:szCs w:val="24"/>
        </w:rPr>
      </w:pPr>
      <w:r w:rsidRPr="00DC3176">
        <w:rPr>
          <w:rFonts w:ascii="Arial" w:hAnsi="Arial" w:cs="Arial"/>
          <w:sz w:val="24"/>
          <w:szCs w:val="24"/>
        </w:rPr>
        <w:t>Grid Cod</w:t>
      </w:r>
      <w:r w:rsidRPr="00895359">
        <w:rPr>
          <w:rFonts w:ascii="Arial" w:hAnsi="Arial" w:cs="Arial"/>
          <w:sz w:val="24"/>
          <w:szCs w:val="24"/>
        </w:rPr>
        <w:t xml:space="preserve">e </w:t>
      </w:r>
      <w:r w:rsidR="00EC029F" w:rsidRPr="00895359">
        <w:rPr>
          <w:rFonts w:ascii="Arial" w:hAnsi="Arial" w:cs="Arial"/>
          <w:sz w:val="24"/>
          <w:szCs w:val="24"/>
        </w:rPr>
        <w:t>Panel</w:t>
      </w:r>
      <w:r w:rsidR="00EC029F" w:rsidRPr="00414BAC">
        <w:rPr>
          <w:rFonts w:ascii="Arial" w:hAnsi="Arial" w:cs="Arial"/>
          <w:sz w:val="24"/>
          <w:szCs w:val="24"/>
        </w:rPr>
        <w:t xml:space="preserve"> on </w:t>
      </w:r>
      <w:r w:rsidR="00DC3176">
        <w:rPr>
          <w:rFonts w:ascii="Arial" w:hAnsi="Arial" w:cs="Arial"/>
          <w:sz w:val="24"/>
          <w:szCs w:val="24"/>
        </w:rPr>
        <w:t>26 February 2023</w:t>
      </w:r>
      <w:r w:rsidRPr="00414BAC">
        <w:rPr>
          <w:rFonts w:ascii="Arial" w:hAnsi="Arial" w:cs="Arial"/>
          <w:sz w:val="24"/>
          <w:szCs w:val="24"/>
        </w:rPr>
        <w:t xml:space="preserve"> </w:t>
      </w:r>
      <w:r w:rsidR="00EC029F" w:rsidRPr="00414BAC">
        <w:rPr>
          <w:rFonts w:ascii="Arial" w:hAnsi="Arial" w:cs="Arial"/>
          <w:sz w:val="24"/>
          <w:szCs w:val="24"/>
        </w:rPr>
        <w:t xml:space="preserve">agreed next steps following send-back on </w:t>
      </w:r>
      <w:r w:rsidR="00DC3176">
        <w:rPr>
          <w:rFonts w:ascii="Arial" w:hAnsi="Arial" w:cs="Arial"/>
          <w:sz w:val="24"/>
          <w:szCs w:val="24"/>
        </w:rPr>
        <w:t>24 January 2023</w:t>
      </w:r>
      <w:r w:rsidR="00EC029F" w:rsidRPr="00414BAC">
        <w:rPr>
          <w:rFonts w:ascii="Arial" w:hAnsi="Arial" w:cs="Arial"/>
          <w:sz w:val="24"/>
          <w:szCs w:val="24"/>
        </w:rPr>
        <w:t>:</w:t>
      </w:r>
    </w:p>
    <w:p w14:paraId="619A5F77" w14:textId="707A828E" w:rsidR="00EC029F" w:rsidRPr="005D7C26" w:rsidRDefault="00EC029F" w:rsidP="00776F53">
      <w:pPr>
        <w:pStyle w:val="ListParagraph"/>
        <w:numPr>
          <w:ilvl w:val="0"/>
          <w:numId w:val="6"/>
        </w:numPr>
        <w:spacing w:line="259" w:lineRule="auto"/>
        <w:jc w:val="both"/>
        <w:rPr>
          <w:rFonts w:ascii="Arial" w:hAnsi="Arial" w:cs="Arial"/>
          <w:sz w:val="24"/>
          <w:szCs w:val="24"/>
        </w:rPr>
      </w:pPr>
      <w:r w:rsidRPr="00414BAC">
        <w:rPr>
          <w:rFonts w:ascii="Arial" w:hAnsi="Arial" w:cs="Arial"/>
          <w:sz w:val="24"/>
          <w:szCs w:val="24"/>
        </w:rPr>
        <w:t xml:space="preserve">They </w:t>
      </w:r>
      <w:r w:rsidR="000A07C2" w:rsidRPr="00414BAC">
        <w:rPr>
          <w:rFonts w:ascii="Arial" w:hAnsi="Arial" w:cs="Arial"/>
          <w:sz w:val="24"/>
          <w:szCs w:val="24"/>
        </w:rPr>
        <w:t>noted</w:t>
      </w:r>
      <w:r w:rsidRPr="00414BAC">
        <w:rPr>
          <w:rFonts w:ascii="Arial" w:hAnsi="Arial" w:cs="Arial"/>
          <w:sz w:val="24"/>
          <w:szCs w:val="24"/>
        </w:rPr>
        <w:t xml:space="preserve"> that Ofgem are asking the Final Modification Report</w:t>
      </w:r>
      <w:r w:rsidR="00881B99" w:rsidRPr="00414BAC">
        <w:rPr>
          <w:rFonts w:ascii="Arial" w:hAnsi="Arial" w:cs="Arial"/>
          <w:sz w:val="24"/>
          <w:szCs w:val="24"/>
        </w:rPr>
        <w:t xml:space="preserve"> </w:t>
      </w:r>
      <w:r w:rsidR="00881B99" w:rsidRPr="005D7C26">
        <w:rPr>
          <w:rFonts w:ascii="Arial" w:hAnsi="Arial" w:cs="Arial"/>
          <w:sz w:val="24"/>
          <w:szCs w:val="24"/>
        </w:rPr>
        <w:t>and Legal Text</w:t>
      </w:r>
      <w:r w:rsidR="00895359">
        <w:rPr>
          <w:rFonts w:ascii="Arial" w:hAnsi="Arial" w:cs="Arial"/>
          <w:sz w:val="24"/>
          <w:szCs w:val="24"/>
        </w:rPr>
        <w:t xml:space="preserve"> </w:t>
      </w:r>
      <w:r w:rsidRPr="005D7C26">
        <w:rPr>
          <w:rFonts w:ascii="Arial" w:hAnsi="Arial" w:cs="Arial"/>
          <w:sz w:val="24"/>
          <w:szCs w:val="24"/>
        </w:rPr>
        <w:t>to be revised and resubmitted</w:t>
      </w:r>
      <w:r w:rsidR="00776F53" w:rsidRPr="005D7C26">
        <w:rPr>
          <w:rFonts w:ascii="Arial" w:hAnsi="Arial" w:cs="Arial"/>
          <w:sz w:val="24"/>
          <w:szCs w:val="24"/>
        </w:rPr>
        <w:t>;</w:t>
      </w:r>
    </w:p>
    <w:p w14:paraId="7A4D37C3" w14:textId="77777777" w:rsidR="00EC029F" w:rsidRPr="00414BAC" w:rsidRDefault="00EC029F" w:rsidP="00776F53">
      <w:pPr>
        <w:pStyle w:val="ListParagraph"/>
        <w:numPr>
          <w:ilvl w:val="0"/>
          <w:numId w:val="6"/>
        </w:numPr>
        <w:spacing w:line="259" w:lineRule="auto"/>
        <w:jc w:val="both"/>
        <w:rPr>
          <w:rFonts w:ascii="Arial" w:hAnsi="Arial" w:cs="Arial"/>
          <w:sz w:val="24"/>
          <w:szCs w:val="24"/>
        </w:rPr>
      </w:pPr>
      <w:r w:rsidRPr="00414BAC">
        <w:rPr>
          <w:rFonts w:ascii="Arial" w:hAnsi="Arial" w:cs="Arial"/>
          <w:sz w:val="24"/>
          <w:szCs w:val="24"/>
        </w:rPr>
        <w:t xml:space="preserve">They </w:t>
      </w:r>
      <w:r w:rsidR="000A07C2" w:rsidRPr="00414BAC">
        <w:rPr>
          <w:rFonts w:ascii="Arial" w:hAnsi="Arial" w:cs="Arial"/>
          <w:sz w:val="24"/>
          <w:szCs w:val="24"/>
        </w:rPr>
        <w:t xml:space="preserve">agreed </w:t>
      </w:r>
      <w:r w:rsidRPr="00414BAC">
        <w:rPr>
          <w:rFonts w:ascii="Arial" w:hAnsi="Arial" w:cs="Arial"/>
          <w:sz w:val="24"/>
          <w:szCs w:val="24"/>
        </w:rPr>
        <w:t xml:space="preserve">that this needs to be assessed by a Workgroup </w:t>
      </w:r>
      <w:r w:rsidRPr="00414BAC">
        <w:rPr>
          <w:rFonts w:ascii="Arial" w:hAnsi="Arial" w:cs="Arial"/>
          <w:i/>
          <w:iCs/>
          <w:sz w:val="24"/>
          <w:szCs w:val="24"/>
        </w:rPr>
        <w:t>(there is no Workgroup Consultation, or Workgroup Report and no further Workgroup Alternatives can be raised)</w:t>
      </w:r>
      <w:r w:rsidR="00776F53" w:rsidRPr="00414BAC">
        <w:rPr>
          <w:rFonts w:ascii="Arial" w:hAnsi="Arial" w:cs="Arial"/>
          <w:i/>
          <w:iCs/>
          <w:sz w:val="24"/>
          <w:szCs w:val="24"/>
        </w:rPr>
        <w:t>;</w:t>
      </w:r>
    </w:p>
    <w:p w14:paraId="7F612461" w14:textId="77777777" w:rsidR="00EC029F" w:rsidRPr="00414BAC" w:rsidRDefault="00EC029F" w:rsidP="00776F53">
      <w:pPr>
        <w:pStyle w:val="ListParagraph"/>
        <w:numPr>
          <w:ilvl w:val="0"/>
          <w:numId w:val="6"/>
        </w:numPr>
        <w:spacing w:line="259" w:lineRule="auto"/>
        <w:jc w:val="both"/>
        <w:rPr>
          <w:rFonts w:ascii="Arial" w:hAnsi="Arial" w:cs="Arial"/>
          <w:sz w:val="24"/>
          <w:szCs w:val="24"/>
        </w:rPr>
      </w:pPr>
      <w:r w:rsidRPr="00414BAC">
        <w:rPr>
          <w:rFonts w:ascii="Arial" w:hAnsi="Arial" w:cs="Arial"/>
          <w:sz w:val="24"/>
          <w:szCs w:val="24"/>
        </w:rPr>
        <w:t>They</w:t>
      </w:r>
      <w:r w:rsidR="000A07C2" w:rsidRPr="00414BAC">
        <w:rPr>
          <w:rFonts w:ascii="Arial" w:hAnsi="Arial" w:cs="Arial"/>
          <w:sz w:val="24"/>
          <w:szCs w:val="24"/>
        </w:rPr>
        <w:t xml:space="preserve"> agreed the </w:t>
      </w:r>
      <w:r w:rsidRPr="00414BAC">
        <w:rPr>
          <w:rFonts w:ascii="Arial" w:hAnsi="Arial" w:cs="Arial"/>
          <w:sz w:val="24"/>
          <w:szCs w:val="24"/>
        </w:rPr>
        <w:t>Workgroup’s Terms of Reference</w:t>
      </w:r>
      <w:r w:rsidR="00776F53" w:rsidRPr="00414BAC">
        <w:rPr>
          <w:rFonts w:ascii="Arial" w:hAnsi="Arial" w:cs="Arial"/>
          <w:sz w:val="24"/>
          <w:szCs w:val="24"/>
        </w:rPr>
        <w:t>; and</w:t>
      </w:r>
    </w:p>
    <w:p w14:paraId="4CBD96D9" w14:textId="0031917D" w:rsidR="00EC029F" w:rsidRPr="00414BAC" w:rsidRDefault="00EC029F" w:rsidP="00776F53">
      <w:pPr>
        <w:pStyle w:val="ListParagraph"/>
        <w:numPr>
          <w:ilvl w:val="0"/>
          <w:numId w:val="6"/>
        </w:numPr>
        <w:spacing w:line="259" w:lineRule="auto"/>
        <w:jc w:val="both"/>
        <w:rPr>
          <w:rFonts w:ascii="Arial" w:hAnsi="Arial" w:cs="Arial"/>
          <w:sz w:val="24"/>
          <w:szCs w:val="24"/>
        </w:rPr>
      </w:pPr>
      <w:r w:rsidRPr="00414BAC">
        <w:rPr>
          <w:rFonts w:ascii="Arial" w:hAnsi="Arial" w:cs="Arial"/>
          <w:sz w:val="24"/>
          <w:szCs w:val="24"/>
        </w:rPr>
        <w:t xml:space="preserve">They </w:t>
      </w:r>
      <w:r w:rsidR="000A07C2" w:rsidRPr="00414BAC">
        <w:rPr>
          <w:rFonts w:ascii="Arial" w:hAnsi="Arial" w:cs="Arial"/>
          <w:sz w:val="24"/>
          <w:szCs w:val="24"/>
        </w:rPr>
        <w:t>agreed</w:t>
      </w:r>
      <w:r w:rsidRPr="00414BAC">
        <w:rPr>
          <w:rFonts w:ascii="Arial" w:hAnsi="Arial" w:cs="Arial"/>
          <w:sz w:val="24"/>
          <w:szCs w:val="24"/>
        </w:rPr>
        <w:t xml:space="preserve"> (following the assessment by the Workgroup) that a Code Administrator Consultatio</w:t>
      </w:r>
      <w:r w:rsidRPr="00750E21">
        <w:rPr>
          <w:rFonts w:ascii="Arial" w:hAnsi="Arial" w:cs="Arial"/>
          <w:sz w:val="24"/>
          <w:szCs w:val="24"/>
        </w:rPr>
        <w:t>n is needed</w:t>
      </w:r>
      <w:r w:rsidRPr="00414BAC">
        <w:rPr>
          <w:rFonts w:ascii="Arial" w:hAnsi="Arial" w:cs="Arial"/>
          <w:sz w:val="24"/>
          <w:szCs w:val="24"/>
        </w:rPr>
        <w:t xml:space="preserve"> to be run before it is re-presented to Panel for Recommendation Vote</w:t>
      </w:r>
      <w:r w:rsidR="00776F53" w:rsidRPr="00414BAC">
        <w:rPr>
          <w:rFonts w:ascii="Arial" w:hAnsi="Arial" w:cs="Arial"/>
          <w:sz w:val="24"/>
          <w:szCs w:val="24"/>
        </w:rPr>
        <w:t>.</w:t>
      </w:r>
    </w:p>
    <w:p w14:paraId="2050D52E" w14:textId="77777777" w:rsidR="00834A4C" w:rsidRPr="00414BAC" w:rsidRDefault="00834A4C" w:rsidP="00E00FD3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580F1116" w14:textId="77777777" w:rsidR="00EC029F" w:rsidRPr="00414BAC" w:rsidRDefault="00E00FD3" w:rsidP="00E00FD3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414BAC">
        <w:rPr>
          <w:rFonts w:ascii="Arial" w:hAnsi="Arial" w:cs="Arial"/>
          <w:b/>
          <w:bCs/>
          <w:sz w:val="24"/>
          <w:szCs w:val="24"/>
          <w:u w:val="single"/>
        </w:rPr>
        <w:t xml:space="preserve">Agreed </w:t>
      </w:r>
      <w:r w:rsidR="000A07C2" w:rsidRPr="00414BAC">
        <w:rPr>
          <w:rFonts w:ascii="Arial" w:hAnsi="Arial" w:cs="Arial"/>
          <w:b/>
          <w:bCs/>
          <w:sz w:val="24"/>
          <w:szCs w:val="24"/>
          <w:u w:val="single"/>
        </w:rPr>
        <w:t>Ter</w:t>
      </w:r>
      <w:r w:rsidR="00834A4C" w:rsidRPr="00414BAC">
        <w:rPr>
          <w:rFonts w:ascii="Arial" w:hAnsi="Arial" w:cs="Arial"/>
          <w:b/>
          <w:bCs/>
          <w:sz w:val="24"/>
          <w:szCs w:val="24"/>
          <w:u w:val="single"/>
        </w:rPr>
        <w:t>ms of Reference</w:t>
      </w:r>
      <w:r w:rsidRPr="00414BAC">
        <w:rPr>
          <w:rFonts w:ascii="Arial" w:hAnsi="Arial" w:cs="Arial"/>
          <w:b/>
          <w:bCs/>
          <w:sz w:val="24"/>
          <w:szCs w:val="24"/>
          <w:u w:val="single"/>
        </w:rPr>
        <w:t xml:space="preserve"> to address Send-Back</w:t>
      </w:r>
    </w:p>
    <w:p w14:paraId="19401A5F" w14:textId="53393C59" w:rsidR="00A325E3" w:rsidRPr="00750E21" w:rsidRDefault="00A325E3" w:rsidP="00747717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bookmarkStart w:id="0" w:name="_Hlk128648349"/>
      <w:r w:rsidRPr="00750E21">
        <w:rPr>
          <w:rFonts w:ascii="Arial" w:hAnsi="Arial" w:cs="Arial"/>
          <w:sz w:val="24"/>
          <w:szCs w:val="24"/>
        </w:rPr>
        <w:t xml:space="preserve">Identify and clarify the issues regarding critical tools and facilities affecting parties (specifically aggregators) to comply with the provisions in the NCER. </w:t>
      </w:r>
    </w:p>
    <w:p w14:paraId="4EDF6B53" w14:textId="18D1F283" w:rsidR="005F08C6" w:rsidRPr="00750E21" w:rsidRDefault="00A325E3" w:rsidP="00747717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bookmarkStart w:id="1" w:name="_Hlk128648390"/>
      <w:bookmarkEnd w:id="0"/>
      <w:r w:rsidRPr="00750E21">
        <w:rPr>
          <w:rFonts w:ascii="Arial" w:hAnsi="Arial" w:cs="Arial"/>
          <w:sz w:val="24"/>
          <w:szCs w:val="24"/>
        </w:rPr>
        <w:t>Propose solutions, and the associated legal text, to resolve these issues.</w:t>
      </w:r>
    </w:p>
    <w:p w14:paraId="40CCE732" w14:textId="74447422" w:rsidR="00A325E3" w:rsidRPr="00750E21" w:rsidRDefault="005F08C6" w:rsidP="002659C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bookmarkStart w:id="2" w:name="_Hlk128648405"/>
      <w:bookmarkEnd w:id="1"/>
      <w:r w:rsidRPr="00750E21">
        <w:rPr>
          <w:rFonts w:ascii="Arial" w:hAnsi="Arial" w:cs="Arial"/>
          <w:sz w:val="24"/>
          <w:szCs w:val="24"/>
        </w:rPr>
        <w:t>Review the proposed changes to ensure there are no unintended impacts to the previous solution.</w:t>
      </w:r>
    </w:p>
    <w:bookmarkEnd w:id="2"/>
    <w:p w14:paraId="4C1C96AF" w14:textId="737BF8F9" w:rsidR="00EC029F" w:rsidRPr="00414BAC" w:rsidRDefault="008A0C81" w:rsidP="008A0C81">
      <w:pPr>
        <w:jc w:val="both"/>
        <w:rPr>
          <w:rFonts w:ascii="Arial" w:hAnsi="Arial" w:cs="Arial"/>
          <w:sz w:val="24"/>
          <w:szCs w:val="24"/>
        </w:rPr>
      </w:pPr>
      <w:r w:rsidRPr="00414BAC">
        <w:rPr>
          <w:rFonts w:ascii="Arial" w:hAnsi="Arial" w:cs="Arial"/>
          <w:sz w:val="24"/>
          <w:szCs w:val="24"/>
        </w:rPr>
        <w:t xml:space="preserve">The Workgroup met on </w:t>
      </w:r>
      <w:r w:rsidR="009700E2">
        <w:rPr>
          <w:rFonts w:ascii="Arial" w:hAnsi="Arial" w:cs="Arial"/>
          <w:sz w:val="24"/>
          <w:szCs w:val="24"/>
          <w:highlight w:val="yellow"/>
        </w:rPr>
        <w:t>09 March 2023</w:t>
      </w:r>
      <w:r w:rsidR="007A214D">
        <w:rPr>
          <w:rFonts w:ascii="Arial" w:hAnsi="Arial" w:cs="Arial"/>
          <w:sz w:val="24"/>
          <w:szCs w:val="24"/>
        </w:rPr>
        <w:t xml:space="preserve"> </w:t>
      </w:r>
      <w:r w:rsidR="00776F53" w:rsidRPr="00414BAC">
        <w:rPr>
          <w:rFonts w:ascii="Arial" w:hAnsi="Arial" w:cs="Arial"/>
          <w:sz w:val="24"/>
          <w:szCs w:val="24"/>
        </w:rPr>
        <w:t xml:space="preserve">and </w:t>
      </w:r>
      <w:r w:rsidR="009700E2">
        <w:rPr>
          <w:rFonts w:ascii="Arial" w:hAnsi="Arial" w:cs="Arial"/>
          <w:sz w:val="24"/>
          <w:szCs w:val="24"/>
          <w:highlight w:val="yellow"/>
        </w:rPr>
        <w:t>15 March 2023</w:t>
      </w:r>
      <w:r w:rsidR="00A7661B">
        <w:rPr>
          <w:rFonts w:ascii="Arial" w:hAnsi="Arial" w:cs="Arial"/>
          <w:sz w:val="24"/>
          <w:szCs w:val="24"/>
        </w:rPr>
        <w:t xml:space="preserve"> </w:t>
      </w:r>
      <w:r w:rsidRPr="00414BAC">
        <w:rPr>
          <w:rFonts w:ascii="Arial" w:hAnsi="Arial" w:cs="Arial"/>
          <w:sz w:val="24"/>
          <w:szCs w:val="24"/>
        </w:rPr>
        <w:t xml:space="preserve">to </w:t>
      </w:r>
      <w:r w:rsidR="00015542" w:rsidRPr="00414BAC">
        <w:rPr>
          <w:rFonts w:ascii="Arial" w:hAnsi="Arial" w:cs="Arial"/>
          <w:sz w:val="24"/>
          <w:szCs w:val="24"/>
        </w:rPr>
        <w:t xml:space="preserve">address these Terms of Reference and these discussions and </w:t>
      </w:r>
      <w:r w:rsidR="007B3BE0" w:rsidRPr="00414BAC">
        <w:rPr>
          <w:rFonts w:ascii="Arial" w:hAnsi="Arial" w:cs="Arial"/>
          <w:sz w:val="24"/>
          <w:szCs w:val="24"/>
        </w:rPr>
        <w:t>conclusions are set out below:</w:t>
      </w:r>
    </w:p>
    <w:p w14:paraId="7FCD8A37" w14:textId="6A50DBD3" w:rsidR="00A7661B" w:rsidRPr="00C67A85" w:rsidRDefault="00750E21" w:rsidP="006B69AB">
      <w:pPr>
        <w:jc w:val="both"/>
        <w:rPr>
          <w:rFonts w:ascii="Arial" w:hAnsi="Arial" w:cs="Arial"/>
          <w:b/>
          <w:bCs/>
          <w:color w:val="FF0000"/>
          <w:sz w:val="24"/>
          <w:szCs w:val="24"/>
          <w:highlight w:val="yellow"/>
        </w:rPr>
      </w:pPr>
      <w:r w:rsidRPr="00750E21">
        <w:rPr>
          <w:rFonts w:ascii="Arial" w:hAnsi="Arial" w:cs="Arial"/>
          <w:b/>
          <w:bCs/>
          <w:color w:val="FF0000"/>
          <w:sz w:val="24"/>
          <w:szCs w:val="24"/>
        </w:rPr>
        <w:t>Identify and clarify the issues regarding critical tools and facilities affecting parties (specifically aggregators) to comply with the provisions in the NCER.</w:t>
      </w:r>
    </w:p>
    <w:p w14:paraId="0B3C6D99" w14:textId="77777777" w:rsidR="003B6037" w:rsidRDefault="003B6037" w:rsidP="002B43A4">
      <w:pPr>
        <w:jc w:val="both"/>
        <w:rPr>
          <w:rFonts w:ascii="Arial" w:hAnsi="Arial" w:cs="Arial"/>
          <w:sz w:val="24"/>
          <w:szCs w:val="24"/>
        </w:rPr>
      </w:pPr>
      <w:r w:rsidRPr="00C67A85">
        <w:rPr>
          <w:rFonts w:ascii="Arial" w:hAnsi="Arial" w:cs="Arial"/>
          <w:sz w:val="24"/>
          <w:szCs w:val="24"/>
          <w:highlight w:val="yellow"/>
        </w:rPr>
        <w:t xml:space="preserve">Workgroup </w:t>
      </w:r>
      <w:r w:rsidR="00693246">
        <w:rPr>
          <w:rFonts w:ascii="Arial" w:hAnsi="Arial" w:cs="Arial"/>
          <w:sz w:val="24"/>
          <w:szCs w:val="24"/>
          <w:highlight w:val="yellow"/>
        </w:rPr>
        <w:t>Discussions/Conclusion</w:t>
      </w:r>
      <w:r w:rsidRPr="00C67A85">
        <w:rPr>
          <w:rFonts w:ascii="Arial" w:hAnsi="Arial" w:cs="Arial"/>
          <w:sz w:val="24"/>
          <w:szCs w:val="24"/>
          <w:highlight w:val="yellow"/>
        </w:rPr>
        <w:t>s</w:t>
      </w:r>
    </w:p>
    <w:p w14:paraId="03A3BEF0" w14:textId="5745983F" w:rsidR="00D0205C" w:rsidRDefault="00D0205C" w:rsidP="00D0205C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D0205C">
        <w:rPr>
          <w:rFonts w:ascii="Arial" w:hAnsi="Arial" w:cs="Arial"/>
          <w:b/>
          <w:bCs/>
          <w:color w:val="FF0000"/>
          <w:sz w:val="24"/>
          <w:szCs w:val="24"/>
        </w:rPr>
        <w:lastRenderedPageBreak/>
        <w:t>Propose solutions, and the associated legal text, to resolve these issues.</w:t>
      </w:r>
    </w:p>
    <w:p w14:paraId="1EFE627A" w14:textId="34F705BC" w:rsidR="00D0205C" w:rsidRDefault="00D0205C" w:rsidP="00D0205C">
      <w:pPr>
        <w:jc w:val="both"/>
        <w:rPr>
          <w:rFonts w:ascii="Arial" w:hAnsi="Arial" w:cs="Arial"/>
          <w:sz w:val="24"/>
          <w:szCs w:val="24"/>
        </w:rPr>
      </w:pPr>
      <w:r w:rsidRPr="00C67A85">
        <w:rPr>
          <w:rFonts w:ascii="Arial" w:hAnsi="Arial" w:cs="Arial"/>
          <w:sz w:val="24"/>
          <w:szCs w:val="24"/>
          <w:highlight w:val="yellow"/>
        </w:rPr>
        <w:t xml:space="preserve">Workgroup </w:t>
      </w:r>
      <w:r>
        <w:rPr>
          <w:rFonts w:ascii="Arial" w:hAnsi="Arial" w:cs="Arial"/>
          <w:sz w:val="24"/>
          <w:szCs w:val="24"/>
          <w:highlight w:val="yellow"/>
        </w:rPr>
        <w:t>Discussions/Conclusion</w:t>
      </w:r>
      <w:r w:rsidRPr="00C67A85">
        <w:rPr>
          <w:rFonts w:ascii="Arial" w:hAnsi="Arial" w:cs="Arial"/>
          <w:sz w:val="24"/>
          <w:szCs w:val="24"/>
          <w:highlight w:val="yellow"/>
        </w:rPr>
        <w:t>s</w:t>
      </w:r>
    </w:p>
    <w:p w14:paraId="04918EF3" w14:textId="77777777" w:rsidR="00CC6AE2" w:rsidRDefault="00CC6AE2" w:rsidP="00C67A85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537CCE14" w14:textId="77777777" w:rsidR="00D0205C" w:rsidRDefault="00D0205C" w:rsidP="00C67A85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20722D6E" w14:textId="77777777" w:rsidR="00D0205C" w:rsidRDefault="00D0205C" w:rsidP="00D0205C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D0205C">
        <w:rPr>
          <w:rFonts w:ascii="Arial" w:hAnsi="Arial" w:cs="Arial"/>
          <w:b/>
          <w:bCs/>
          <w:color w:val="FF0000"/>
          <w:sz w:val="24"/>
          <w:szCs w:val="24"/>
        </w:rPr>
        <w:t>Review the proposed changes to ensure there are no unintended impacts to the previous solution.</w:t>
      </w:r>
    </w:p>
    <w:p w14:paraId="22926FC2" w14:textId="3064A747" w:rsidR="00D0205C" w:rsidRDefault="00D0205C" w:rsidP="00D0205C">
      <w:pPr>
        <w:jc w:val="both"/>
        <w:rPr>
          <w:rFonts w:ascii="Arial" w:hAnsi="Arial" w:cs="Arial"/>
          <w:sz w:val="24"/>
          <w:szCs w:val="24"/>
        </w:rPr>
      </w:pPr>
      <w:r w:rsidRPr="00C67A85">
        <w:rPr>
          <w:rFonts w:ascii="Arial" w:hAnsi="Arial" w:cs="Arial"/>
          <w:sz w:val="24"/>
          <w:szCs w:val="24"/>
          <w:highlight w:val="yellow"/>
        </w:rPr>
        <w:t xml:space="preserve">Workgroup </w:t>
      </w:r>
      <w:r>
        <w:rPr>
          <w:rFonts w:ascii="Arial" w:hAnsi="Arial" w:cs="Arial"/>
          <w:sz w:val="24"/>
          <w:szCs w:val="24"/>
          <w:highlight w:val="yellow"/>
        </w:rPr>
        <w:t>Discussions/Conclusion</w:t>
      </w:r>
      <w:r w:rsidRPr="00C67A85">
        <w:rPr>
          <w:rFonts w:ascii="Arial" w:hAnsi="Arial" w:cs="Arial"/>
          <w:sz w:val="24"/>
          <w:szCs w:val="24"/>
          <w:highlight w:val="yellow"/>
        </w:rPr>
        <w:t>s</w:t>
      </w:r>
    </w:p>
    <w:p w14:paraId="2E0825E1" w14:textId="77777777" w:rsidR="00D0205C" w:rsidRPr="00414BAC" w:rsidRDefault="00D0205C" w:rsidP="00C67A85">
      <w:pPr>
        <w:jc w:val="both"/>
        <w:rPr>
          <w:rFonts w:ascii="Arial" w:hAnsi="Arial" w:cs="Arial"/>
          <w:sz w:val="24"/>
          <w:szCs w:val="24"/>
          <w:lang w:val="en-US"/>
        </w:rPr>
      </w:pPr>
    </w:p>
    <w:sectPr w:rsidR="00D0205C" w:rsidRPr="00414B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C0CAE" w14:textId="77777777" w:rsidR="0060032A" w:rsidRDefault="0060032A" w:rsidP="00777604">
      <w:pPr>
        <w:spacing w:after="0" w:line="240" w:lineRule="auto"/>
      </w:pPr>
      <w:r>
        <w:separator/>
      </w:r>
    </w:p>
  </w:endnote>
  <w:endnote w:type="continuationSeparator" w:id="0">
    <w:p w14:paraId="1E399314" w14:textId="77777777" w:rsidR="0060032A" w:rsidRDefault="0060032A" w:rsidP="0077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CAEEE" w14:textId="77777777" w:rsidR="005E07D3" w:rsidRDefault="005E07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A399B" w14:textId="77777777" w:rsidR="005E07D3" w:rsidRDefault="005E07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FCD1E" w14:textId="77777777" w:rsidR="005E07D3" w:rsidRDefault="005E07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A302A" w14:textId="77777777" w:rsidR="0060032A" w:rsidRDefault="0060032A" w:rsidP="00777604">
      <w:pPr>
        <w:spacing w:after="0" w:line="240" w:lineRule="auto"/>
      </w:pPr>
      <w:r>
        <w:separator/>
      </w:r>
    </w:p>
  </w:footnote>
  <w:footnote w:type="continuationSeparator" w:id="0">
    <w:p w14:paraId="109CF204" w14:textId="77777777" w:rsidR="0060032A" w:rsidRDefault="0060032A" w:rsidP="00777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B8FED" w14:textId="77777777" w:rsidR="005E07D3" w:rsidRDefault="005E07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3826235"/>
      <w:docPartObj>
        <w:docPartGallery w:val="Watermarks"/>
        <w:docPartUnique/>
      </w:docPartObj>
    </w:sdtPr>
    <w:sdtContent>
      <w:p w14:paraId="598862E0" w14:textId="05C09D26" w:rsidR="005E07D3" w:rsidRDefault="005E07D3">
        <w:pPr>
          <w:pStyle w:val="Header"/>
        </w:pPr>
        <w:r>
          <w:rPr>
            <w:noProof/>
          </w:rPr>
          <w:pict w14:anchorId="221CF42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BCEE4" w14:textId="77777777" w:rsidR="005E07D3" w:rsidRDefault="005E07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3DD1"/>
    <w:multiLevelType w:val="hybridMultilevel"/>
    <w:tmpl w:val="52201A88"/>
    <w:lvl w:ilvl="0" w:tplc="3DB01B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56BE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C4C3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A01E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A043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AA6A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80A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4082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ED495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3A4537F"/>
    <w:multiLevelType w:val="hybridMultilevel"/>
    <w:tmpl w:val="13167112"/>
    <w:lvl w:ilvl="0" w:tplc="56B6E5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B64A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F66E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42F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68C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3C75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8C2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34CC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0EDC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4DF004A"/>
    <w:multiLevelType w:val="hybridMultilevel"/>
    <w:tmpl w:val="2B363120"/>
    <w:lvl w:ilvl="0" w:tplc="BF14FEEC">
      <w:start w:val="1"/>
      <w:numFmt w:val="lowerLetter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3431B"/>
    <w:multiLevelType w:val="hybridMultilevel"/>
    <w:tmpl w:val="E48424FA"/>
    <w:lvl w:ilvl="0" w:tplc="A9A4A5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D714C"/>
    <w:multiLevelType w:val="hybridMultilevel"/>
    <w:tmpl w:val="6D3639A2"/>
    <w:lvl w:ilvl="0" w:tplc="77686B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8C8E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44CD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DAEA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82BE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684A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83AAB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E86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0CBE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E251D51"/>
    <w:multiLevelType w:val="hybridMultilevel"/>
    <w:tmpl w:val="B078948A"/>
    <w:lvl w:ilvl="0" w:tplc="D8E6A3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809D4E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42AF8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DCFA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2896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EBE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3E61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4E4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5CBB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7372F25"/>
    <w:multiLevelType w:val="hybridMultilevel"/>
    <w:tmpl w:val="A8149260"/>
    <w:lvl w:ilvl="0" w:tplc="ECB803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6479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7C27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AC5D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C4AC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0C3B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209E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4A7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F2D1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7F03074"/>
    <w:multiLevelType w:val="hybridMultilevel"/>
    <w:tmpl w:val="2DC662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3279A9"/>
    <w:multiLevelType w:val="hybridMultilevel"/>
    <w:tmpl w:val="36441EB2"/>
    <w:lvl w:ilvl="0" w:tplc="F808D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D857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140C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08F1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44B8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D6CB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B4C6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F41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86E0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B6545CB"/>
    <w:multiLevelType w:val="hybridMultilevel"/>
    <w:tmpl w:val="573CF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DA086E"/>
    <w:multiLevelType w:val="hybridMultilevel"/>
    <w:tmpl w:val="0592163E"/>
    <w:lvl w:ilvl="0" w:tplc="A9A4A5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A01BE9"/>
    <w:multiLevelType w:val="hybridMultilevel"/>
    <w:tmpl w:val="E2D0DE1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36ACE"/>
    <w:multiLevelType w:val="hybridMultilevel"/>
    <w:tmpl w:val="43FC9D9A"/>
    <w:lvl w:ilvl="0" w:tplc="9D72AC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C5F9E"/>
    <w:multiLevelType w:val="hybridMultilevel"/>
    <w:tmpl w:val="1902BD10"/>
    <w:lvl w:ilvl="0" w:tplc="A894C4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EA80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A0D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92AC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68D4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E74E9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B12D7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C042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2DC29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46B419B1"/>
    <w:multiLevelType w:val="hybridMultilevel"/>
    <w:tmpl w:val="89E0DF82"/>
    <w:lvl w:ilvl="0" w:tplc="3AD8D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1A87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40A6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88C1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60A3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92FD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06BD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00F6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B64F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EC6385"/>
    <w:multiLevelType w:val="hybridMultilevel"/>
    <w:tmpl w:val="7A966350"/>
    <w:lvl w:ilvl="0" w:tplc="5748E0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D019F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C09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46FA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969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5209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AC61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666F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681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BF82843"/>
    <w:multiLevelType w:val="hybridMultilevel"/>
    <w:tmpl w:val="7E027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6203AC"/>
    <w:multiLevelType w:val="hybridMultilevel"/>
    <w:tmpl w:val="06D2FF3E"/>
    <w:lvl w:ilvl="0" w:tplc="72DCCB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85B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7448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9CF0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8D6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E626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746F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0063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0884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6D3CAD"/>
    <w:multiLevelType w:val="hybridMultilevel"/>
    <w:tmpl w:val="052CC6C4"/>
    <w:lvl w:ilvl="0" w:tplc="D98A29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3E68E6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7702FB6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78885F7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7C648AB2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3FDEA042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A0A6A25E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5D3A0450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E1ECB636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53E82151"/>
    <w:multiLevelType w:val="hybridMultilevel"/>
    <w:tmpl w:val="BB0074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104342D"/>
    <w:multiLevelType w:val="hybridMultilevel"/>
    <w:tmpl w:val="C6C87254"/>
    <w:lvl w:ilvl="0" w:tplc="72A468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B2ED0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EA3F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9EEC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AE75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EFE95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3081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B45A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5F6E1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6147288A"/>
    <w:multiLevelType w:val="hybridMultilevel"/>
    <w:tmpl w:val="DAEAE2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A572B9"/>
    <w:multiLevelType w:val="hybridMultilevel"/>
    <w:tmpl w:val="D3B8EDF4"/>
    <w:lvl w:ilvl="0" w:tplc="506A8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8C7C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F420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F2E4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20ED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464A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C2FF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9ECA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F806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6F77748F"/>
    <w:multiLevelType w:val="hybridMultilevel"/>
    <w:tmpl w:val="D6DC38A4"/>
    <w:lvl w:ilvl="0" w:tplc="4A866E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0EFE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5C0E5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9847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6A4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E646E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25A28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A842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F885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79CC58B5"/>
    <w:multiLevelType w:val="hybridMultilevel"/>
    <w:tmpl w:val="E4B6DC9A"/>
    <w:lvl w:ilvl="0" w:tplc="94F273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DADE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AE5DA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A000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164B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7E8B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6280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AEC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024B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B497989"/>
    <w:multiLevelType w:val="hybridMultilevel"/>
    <w:tmpl w:val="C08420AE"/>
    <w:lvl w:ilvl="0" w:tplc="FF5AC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F2B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0ADF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C3B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CCE0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FC70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3803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DE26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8EE9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0"/>
  </w:num>
  <w:num w:numId="3">
    <w:abstractNumId w:val="20"/>
  </w:num>
  <w:num w:numId="4">
    <w:abstractNumId w:val="6"/>
  </w:num>
  <w:num w:numId="5">
    <w:abstractNumId w:val="3"/>
  </w:num>
  <w:num w:numId="6">
    <w:abstractNumId w:val="16"/>
  </w:num>
  <w:num w:numId="7">
    <w:abstractNumId w:val="17"/>
  </w:num>
  <w:num w:numId="8">
    <w:abstractNumId w:val="14"/>
  </w:num>
  <w:num w:numId="9">
    <w:abstractNumId w:val="9"/>
  </w:num>
  <w:num w:numId="10">
    <w:abstractNumId w:val="2"/>
  </w:num>
  <w:num w:numId="11">
    <w:abstractNumId w:val="0"/>
  </w:num>
  <w:num w:numId="12">
    <w:abstractNumId w:val="25"/>
  </w:num>
  <w:num w:numId="13">
    <w:abstractNumId w:val="4"/>
  </w:num>
  <w:num w:numId="14">
    <w:abstractNumId w:val="13"/>
  </w:num>
  <w:num w:numId="15">
    <w:abstractNumId w:val="23"/>
  </w:num>
  <w:num w:numId="16">
    <w:abstractNumId w:val="18"/>
  </w:num>
  <w:num w:numId="17">
    <w:abstractNumId w:val="22"/>
  </w:num>
  <w:num w:numId="18">
    <w:abstractNumId w:val="11"/>
  </w:num>
  <w:num w:numId="19">
    <w:abstractNumId w:val="24"/>
  </w:num>
  <w:num w:numId="20">
    <w:abstractNumId w:val="1"/>
  </w:num>
  <w:num w:numId="21">
    <w:abstractNumId w:val="5"/>
  </w:num>
  <w:num w:numId="22">
    <w:abstractNumId w:val="7"/>
  </w:num>
  <w:num w:numId="23">
    <w:abstractNumId w:val="19"/>
  </w:num>
  <w:num w:numId="24">
    <w:abstractNumId w:val="8"/>
  </w:num>
  <w:num w:numId="25">
    <w:abstractNumId w:val="21"/>
  </w:num>
  <w:num w:numId="26">
    <w:abstractNumId w:val="15"/>
  </w:num>
  <w:num w:numId="27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32A"/>
    <w:rsid w:val="00015542"/>
    <w:rsid w:val="0005251C"/>
    <w:rsid w:val="000554F1"/>
    <w:rsid w:val="00064269"/>
    <w:rsid w:val="0007035F"/>
    <w:rsid w:val="000A07C2"/>
    <w:rsid w:val="000C1CBB"/>
    <w:rsid w:val="000E2856"/>
    <w:rsid w:val="00156F6C"/>
    <w:rsid w:val="00163395"/>
    <w:rsid w:val="0017276A"/>
    <w:rsid w:val="001727B9"/>
    <w:rsid w:val="001772B5"/>
    <w:rsid w:val="00181658"/>
    <w:rsid w:val="00183296"/>
    <w:rsid w:val="001A4C68"/>
    <w:rsid w:val="001D072A"/>
    <w:rsid w:val="00223C72"/>
    <w:rsid w:val="0024701F"/>
    <w:rsid w:val="00265350"/>
    <w:rsid w:val="00267148"/>
    <w:rsid w:val="00275A92"/>
    <w:rsid w:val="002A2213"/>
    <w:rsid w:val="002A5619"/>
    <w:rsid w:val="002B43A4"/>
    <w:rsid w:val="002D0337"/>
    <w:rsid w:val="002D2FDB"/>
    <w:rsid w:val="002D728C"/>
    <w:rsid w:val="002F5BB0"/>
    <w:rsid w:val="002F74E2"/>
    <w:rsid w:val="003147C4"/>
    <w:rsid w:val="00341732"/>
    <w:rsid w:val="003664DB"/>
    <w:rsid w:val="00367C04"/>
    <w:rsid w:val="003801F3"/>
    <w:rsid w:val="003B0E38"/>
    <w:rsid w:val="003B475F"/>
    <w:rsid w:val="003B53D4"/>
    <w:rsid w:val="003B6037"/>
    <w:rsid w:val="003C2209"/>
    <w:rsid w:val="003F1D5E"/>
    <w:rsid w:val="00414BAC"/>
    <w:rsid w:val="004518AF"/>
    <w:rsid w:val="00454A41"/>
    <w:rsid w:val="00457D14"/>
    <w:rsid w:val="0048564E"/>
    <w:rsid w:val="00491B9B"/>
    <w:rsid w:val="00496E00"/>
    <w:rsid w:val="004C022A"/>
    <w:rsid w:val="004F0E1B"/>
    <w:rsid w:val="004F11ED"/>
    <w:rsid w:val="0050369F"/>
    <w:rsid w:val="00505763"/>
    <w:rsid w:val="005B1D3B"/>
    <w:rsid w:val="005B5E4C"/>
    <w:rsid w:val="005C2029"/>
    <w:rsid w:val="005C4023"/>
    <w:rsid w:val="005C51C3"/>
    <w:rsid w:val="005D7C26"/>
    <w:rsid w:val="005E07D3"/>
    <w:rsid w:val="005F08C6"/>
    <w:rsid w:val="005F2C3D"/>
    <w:rsid w:val="0060032A"/>
    <w:rsid w:val="00602DB0"/>
    <w:rsid w:val="006117B1"/>
    <w:rsid w:val="00622CFA"/>
    <w:rsid w:val="00626610"/>
    <w:rsid w:val="0067035A"/>
    <w:rsid w:val="00671ACD"/>
    <w:rsid w:val="0068251D"/>
    <w:rsid w:val="00693246"/>
    <w:rsid w:val="006B6212"/>
    <w:rsid w:val="006B69AB"/>
    <w:rsid w:val="006E1E97"/>
    <w:rsid w:val="0070611F"/>
    <w:rsid w:val="00707119"/>
    <w:rsid w:val="007112F9"/>
    <w:rsid w:val="007426AA"/>
    <w:rsid w:val="00747717"/>
    <w:rsid w:val="00750E21"/>
    <w:rsid w:val="00770538"/>
    <w:rsid w:val="00775BF9"/>
    <w:rsid w:val="00776F53"/>
    <w:rsid w:val="00777604"/>
    <w:rsid w:val="007A214D"/>
    <w:rsid w:val="007B3AC1"/>
    <w:rsid w:val="007B3BE0"/>
    <w:rsid w:val="007E34CE"/>
    <w:rsid w:val="00802A4C"/>
    <w:rsid w:val="00834A4C"/>
    <w:rsid w:val="0084679A"/>
    <w:rsid w:val="008661D7"/>
    <w:rsid w:val="00872C8E"/>
    <w:rsid w:val="00881B99"/>
    <w:rsid w:val="00895359"/>
    <w:rsid w:val="008A0C81"/>
    <w:rsid w:val="008A7954"/>
    <w:rsid w:val="008A799B"/>
    <w:rsid w:val="008E3C30"/>
    <w:rsid w:val="008E75B5"/>
    <w:rsid w:val="009075AB"/>
    <w:rsid w:val="009109E3"/>
    <w:rsid w:val="00932AC0"/>
    <w:rsid w:val="0093310C"/>
    <w:rsid w:val="009527B4"/>
    <w:rsid w:val="009700E2"/>
    <w:rsid w:val="009D609F"/>
    <w:rsid w:val="009D6203"/>
    <w:rsid w:val="009E49B9"/>
    <w:rsid w:val="00A05434"/>
    <w:rsid w:val="00A325E3"/>
    <w:rsid w:val="00A5188B"/>
    <w:rsid w:val="00A7661B"/>
    <w:rsid w:val="00A857B0"/>
    <w:rsid w:val="00B0049A"/>
    <w:rsid w:val="00B0219F"/>
    <w:rsid w:val="00B0454B"/>
    <w:rsid w:val="00B06464"/>
    <w:rsid w:val="00B10231"/>
    <w:rsid w:val="00B24A64"/>
    <w:rsid w:val="00B46594"/>
    <w:rsid w:val="00B52B76"/>
    <w:rsid w:val="00B6469D"/>
    <w:rsid w:val="00B84A6B"/>
    <w:rsid w:val="00B85B66"/>
    <w:rsid w:val="00BA04D9"/>
    <w:rsid w:val="00BB1368"/>
    <w:rsid w:val="00BE180B"/>
    <w:rsid w:val="00BF3FBC"/>
    <w:rsid w:val="00C47F1D"/>
    <w:rsid w:val="00C62DF9"/>
    <w:rsid w:val="00C67A85"/>
    <w:rsid w:val="00CC6AE2"/>
    <w:rsid w:val="00CD4BC1"/>
    <w:rsid w:val="00CE0077"/>
    <w:rsid w:val="00CF10A9"/>
    <w:rsid w:val="00D0205C"/>
    <w:rsid w:val="00D43AD1"/>
    <w:rsid w:val="00D449A1"/>
    <w:rsid w:val="00D50A0B"/>
    <w:rsid w:val="00D70ED9"/>
    <w:rsid w:val="00DC3176"/>
    <w:rsid w:val="00E00FD3"/>
    <w:rsid w:val="00E3504F"/>
    <w:rsid w:val="00E442CE"/>
    <w:rsid w:val="00E44914"/>
    <w:rsid w:val="00EA1A33"/>
    <w:rsid w:val="00EB18A3"/>
    <w:rsid w:val="00EC029F"/>
    <w:rsid w:val="00EC4EAF"/>
    <w:rsid w:val="00F01C35"/>
    <w:rsid w:val="00F177D8"/>
    <w:rsid w:val="00F44322"/>
    <w:rsid w:val="00F4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1D3E6BE"/>
  <w15:chartTrackingRefBased/>
  <w15:docId w15:val="{0C7F8594-5931-42B3-9B77-DADD687DC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029F"/>
    <w:rPr>
      <w:color w:val="0563C1"/>
      <w:u w:val="single"/>
    </w:rPr>
  </w:style>
  <w:style w:type="paragraph" w:styleId="ListParagraph">
    <w:name w:val="List Paragraph"/>
    <w:aliases w:val="Numbered list"/>
    <w:basedOn w:val="Normal"/>
    <w:link w:val="ListParagraphChar"/>
    <w:uiPriority w:val="34"/>
    <w:qFormat/>
    <w:rsid w:val="00EC029F"/>
    <w:pPr>
      <w:spacing w:after="0" w:line="240" w:lineRule="auto"/>
      <w:ind w:left="720"/>
    </w:pPr>
    <w:rPr>
      <w:rFonts w:ascii="Calibri" w:hAnsi="Calibri" w:cs="Calibri"/>
    </w:rPr>
  </w:style>
  <w:style w:type="paragraph" w:styleId="NormalWeb">
    <w:name w:val="Normal (Web)"/>
    <w:basedOn w:val="Normal"/>
    <w:uiPriority w:val="99"/>
    <w:semiHidden/>
    <w:unhideWhenUsed/>
    <w:rsid w:val="00EC0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C029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44322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22C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2C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2C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2C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2C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C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CFA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Numbered list Char"/>
    <w:link w:val="ListParagraph"/>
    <w:uiPriority w:val="34"/>
    <w:locked/>
    <w:rsid w:val="00CC6AE2"/>
    <w:rPr>
      <w:rFonts w:ascii="Calibri" w:hAnsi="Calibri" w:cs="Calibri"/>
    </w:rPr>
  </w:style>
  <w:style w:type="paragraph" w:customStyle="1" w:styleId="1">
    <w:name w:val="1"/>
    <w:aliases w:val="2,3"/>
    <w:basedOn w:val="Normal"/>
    <w:uiPriority w:val="99"/>
    <w:rsid w:val="00341732"/>
    <w:pPr>
      <w:spacing w:after="0" w:line="240" w:lineRule="auto"/>
    </w:pPr>
    <w:rPr>
      <w:rFonts w:ascii="Arial (W1)" w:eastAsia="Times New Roman" w:hAnsi="Arial (W1)" w:cs="Times New Roman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7760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7760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7760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E07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7D3"/>
  </w:style>
  <w:style w:type="paragraph" w:styleId="Footer">
    <w:name w:val="footer"/>
    <w:basedOn w:val="Normal"/>
    <w:link w:val="FooterChar"/>
    <w:uiPriority w:val="99"/>
    <w:unhideWhenUsed/>
    <w:rsid w:val="005E07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145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495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538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68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06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1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894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572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886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7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983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2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350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9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72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95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78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70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39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21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57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3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2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88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43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68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15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9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28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0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702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581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15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6238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23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47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59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ly.lewis\National%20Grid\Code%20Administrator%20-%20Team%20documents\SOPs%20and%20Templates\Modification%20and%20Panel%20templates\2.%20Report%20templates\MOD%20NUMBER%20Workgroup%20Send%20Back%20finding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3" ma:contentTypeDescription="Create a new document." ma:contentTypeScope="" ma:versionID="60c1abd0eb4f2031373b617fe62ebba3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bacc4a6e0de01fc778e058e4b0a55274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4D416B-F095-46CA-BDEC-5F8BEBABA4A8}"/>
</file>

<file path=customXml/itemProps2.xml><?xml version="1.0" encoding="utf-8"?>
<ds:datastoreItem xmlns:ds="http://schemas.openxmlformats.org/officeDocument/2006/customXml" ds:itemID="{A205A288-AD81-4E54-B156-0B3BD90D9B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D8F536-93F4-4CCB-9143-1B51F8F706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64D53A-C50F-4BD9-B187-888E9DA7A392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296f8304-7f63-4501-8ca1-63068ba277e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 NUMBER Workgroup Send Back findings template.dotx</Template>
  <TotalTime>77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Milly Lewis</dc:creator>
  <cp:keywords/>
  <dc:description/>
  <cp:lastModifiedBy>Milly Lewis</cp:lastModifiedBy>
  <cp:revision>26</cp:revision>
  <cp:lastPrinted>2022-12-07T16:22:00Z</cp:lastPrinted>
  <dcterms:created xsi:type="dcterms:W3CDTF">2023-03-02T10:14:00Z</dcterms:created>
  <dcterms:modified xsi:type="dcterms:W3CDTF">2023-03-02T11:33:00Z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</Properties>
</file>